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567"/>
        <w:gridCol w:w="4961"/>
      </w:tblGrid>
      <w:tr w:rsidR="00C6765F" w:rsidRPr="000A63AF" w14:paraId="0E33E6A3" w14:textId="77777777" w:rsidTr="00D83404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A24DDED" w14:textId="288B62F2" w:rsidR="00D974EA" w:rsidRPr="00A1371A" w:rsidRDefault="00D974EA" w:rsidP="00A1371A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>The exchange rate for pounds to dollars is £1 = $1.4</w:t>
            </w:r>
          </w:p>
          <w:p w14:paraId="5362B446" w14:textId="71844687" w:rsidR="00D974EA" w:rsidRPr="00A1371A" w:rsidRDefault="00D974EA" w:rsidP="00A1371A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 xml:space="preserve">How much is </w:t>
            </w:r>
            <w:r w:rsidR="00247F0D">
              <w:rPr>
                <w:rFonts w:ascii="Century Gothic" w:hAnsi="Century Gothic" w:cs="Tahoma"/>
              </w:rPr>
              <w:t>$</w:t>
            </w:r>
            <w:r w:rsidRPr="00A1371A">
              <w:rPr>
                <w:rFonts w:ascii="Century Gothic" w:hAnsi="Century Gothic" w:cs="Tahoma"/>
              </w:rPr>
              <w:t xml:space="preserve">350 in </w:t>
            </w:r>
            <w:r w:rsidR="00247F0D">
              <w:rPr>
                <w:rFonts w:ascii="Century Gothic" w:hAnsi="Century Gothic" w:cs="Tahoma"/>
              </w:rPr>
              <w:t>pounds</w:t>
            </w:r>
            <w:r w:rsidRPr="00A1371A">
              <w:rPr>
                <w:rFonts w:ascii="Century Gothic" w:hAnsi="Century Gothic" w:cs="Tahoma"/>
              </w:rPr>
              <w:t>?</w:t>
            </w:r>
          </w:p>
          <w:p w14:paraId="543BE07C" w14:textId="020A34B7" w:rsidR="00C55B29" w:rsidRPr="00A1371A" w:rsidRDefault="00C55B29" w:rsidP="00A1371A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A1371A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31D9F6D4" w14:textId="330C0731" w:rsidR="00353B71" w:rsidRPr="00A1371A" w:rsidRDefault="00353B71" w:rsidP="00A1371A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>Change the mixed number into an improper fraction:</w:t>
            </w:r>
          </w:p>
          <w:p w14:paraId="448796AB" w14:textId="77777777" w:rsidR="00F5645E" w:rsidRPr="00297892" w:rsidRDefault="00F5645E" w:rsidP="00F5645E">
            <w:pPr>
              <w:rPr>
                <w:rFonts w:ascii="Tahoma" w:hAnsi="Tahoma" w:cs="Tahoma"/>
                <w:sz w:val="28"/>
              </w:rPr>
            </w:pPr>
            <m:oMathPara>
              <m:oMath>
                <m:r>
                  <w:rPr>
                    <w:rFonts w:ascii="Cambria Math" w:hAnsi="Cambria Math" w:cs="Tahoma"/>
                    <w:sz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  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  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 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 xml:space="preserve"> </m:t>
                    </m:r>
                  </m:den>
                </m:f>
              </m:oMath>
            </m:oMathPara>
          </w:p>
          <w:p w14:paraId="1B5E5D74" w14:textId="13913414" w:rsidR="00C6765F" w:rsidRPr="00A1371A" w:rsidRDefault="00C6765F" w:rsidP="00A1371A">
            <w:pPr>
              <w:spacing w:before="120" w:after="0"/>
              <w:rPr>
                <w:rFonts w:ascii="Century Gothic" w:eastAsiaTheme="minorEastAsia" w:hAnsi="Century Gothic"/>
              </w:rPr>
            </w:pPr>
          </w:p>
        </w:tc>
      </w:tr>
      <w:tr w:rsidR="00C6765F" w:rsidRPr="00C240D5" w14:paraId="02717925" w14:textId="77777777" w:rsidTr="00D83404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7AFFEBD7" w14:textId="3BE469E8" w:rsidR="00125C71" w:rsidRPr="00A1371A" w:rsidRDefault="002C5377" w:rsidP="005D37DE">
            <w:pPr>
              <w:spacing w:before="120"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 xml:space="preserve">A circle has a </w:t>
            </w:r>
            <w:r w:rsidR="00F5645E">
              <w:rPr>
                <w:rFonts w:ascii="Century Gothic" w:hAnsi="Century Gothic"/>
              </w:rPr>
              <w:t>diameter</w:t>
            </w:r>
            <w:r w:rsidRPr="00A1371A">
              <w:rPr>
                <w:rFonts w:ascii="Century Gothic" w:hAnsi="Century Gothic"/>
              </w:rPr>
              <w:t xml:space="preserve"> of </w:t>
            </w:r>
            <w:r w:rsidR="00E56494" w:rsidRPr="00A1371A">
              <w:rPr>
                <w:rFonts w:ascii="Century Gothic" w:hAnsi="Century Gothic"/>
              </w:rPr>
              <w:t>12</w:t>
            </w:r>
            <w:r w:rsidRPr="00A1371A">
              <w:rPr>
                <w:rFonts w:ascii="Century Gothic" w:hAnsi="Century Gothic"/>
              </w:rPr>
              <w:t>cm.</w:t>
            </w:r>
          </w:p>
          <w:p w14:paraId="5155B1A5" w14:textId="04071839" w:rsidR="002C5377" w:rsidRPr="00A1371A" w:rsidRDefault="00F5645E" w:rsidP="002C5377">
            <w:pPr>
              <w:spacing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CD97A" wp14:editId="007B44B6">
                      <wp:simplePos x="0" y="0"/>
                      <wp:positionH relativeFrom="column">
                        <wp:posOffset>1575941</wp:posOffset>
                      </wp:positionH>
                      <wp:positionV relativeFrom="paragraph">
                        <wp:posOffset>80444</wp:posOffset>
                      </wp:positionV>
                      <wp:extent cx="927181" cy="927181"/>
                      <wp:effectExtent l="12700" t="12700" r="12700" b="1270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181" cy="92718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6DA106" id="Oval 11" o:spid="_x0000_s1026" style="position:absolute;margin-left:124.1pt;margin-top:6.35pt;width:73pt;height:7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" filled="f" strokecolor="#243f60 [1604]" strokeweight="2pt"/>
                  </w:pict>
                </mc:Fallback>
              </mc:AlternateContent>
            </w:r>
            <w:r w:rsidR="002C5377" w:rsidRPr="00A1371A">
              <w:rPr>
                <w:rFonts w:ascii="Century Gothic" w:hAnsi="Century Gothic"/>
              </w:rPr>
              <w:t xml:space="preserve">Work out its </w:t>
            </w:r>
            <w:r w:rsidR="002B14A3" w:rsidRPr="00A1371A">
              <w:rPr>
                <w:rFonts w:ascii="Century Gothic" w:hAnsi="Century Gothic"/>
              </w:rPr>
              <w:t>area</w:t>
            </w:r>
            <w:r w:rsidR="002C5377" w:rsidRPr="00A1371A">
              <w:rPr>
                <w:rFonts w:ascii="Century Gothic" w:hAnsi="Century Gothic"/>
              </w:rPr>
              <w:t>.</w:t>
            </w:r>
          </w:p>
          <w:p w14:paraId="683B8A61" w14:textId="39535F8D" w:rsidR="000740DB" w:rsidRPr="00A1371A" w:rsidRDefault="00D83404" w:rsidP="005D37DE">
            <w:pPr>
              <w:spacing w:before="120"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966F44B" wp14:editId="1407A97A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92075</wp:posOffset>
                      </wp:positionV>
                      <wp:extent cx="581025" cy="31432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295733" w14:textId="77777777" w:rsidR="00E56494" w:rsidRDefault="00E56494" w:rsidP="00E56494">
                                  <w:r>
                                    <w:t>12cm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6F4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42.7pt;margin-top:7.25pt;width:45.75pt;height:24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" filled="f" stroked="f" strokeweight=".5pt">
                      <v:textbox>
                        <w:txbxContent>
                          <w:p w14:paraId="09295733" w14:textId="77777777" w:rsidR="00E56494" w:rsidRDefault="00E56494" w:rsidP="00E56494">
                            <w:r>
                              <w:t>12cm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1B93B56" wp14:editId="1FCA81DD">
                      <wp:simplePos x="0" y="0"/>
                      <wp:positionH relativeFrom="column">
                        <wp:posOffset>1577211</wp:posOffset>
                      </wp:positionH>
                      <wp:positionV relativeFrom="paragraph">
                        <wp:posOffset>335714</wp:posOffset>
                      </wp:positionV>
                      <wp:extent cx="925468" cy="0"/>
                      <wp:effectExtent l="0" t="0" r="14605" b="127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54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000715" id="Straight Connector 1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2pt,26.45pt" to="197.05pt,2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A1371A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5867634" w14:textId="37089ADE" w:rsidR="00C6765F" w:rsidRPr="00D83404" w:rsidRDefault="00D83404" w:rsidP="00F35C69">
            <w:pPr>
              <w:spacing w:before="120" w:after="0"/>
              <w:rPr>
                <w:rFonts w:ascii="Century Gothic" w:hAnsi="Century Gothic"/>
              </w:rPr>
            </w:pPr>
            <w:r w:rsidRPr="00D83404">
              <w:rPr>
                <w:rFonts w:ascii="Century Gothic" w:hAnsi="Century Gothic" w:cs="Tahoma"/>
              </w:rPr>
              <w:t>Joe can choose between rounders, swimming and football for his morning session and art, music or technology for his afternoon session.  What are the different combinations he can choose?</w:t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77EF20C9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23A36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5ABB1F93" w:rsidR="00C6765F" w:rsidRPr="009F6C6A" w:rsidRDefault="00D83404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109B30E6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540016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116C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1BDA066F" wp14:editId="1635A1D9">
                  <wp:extent cx="1104900" cy="73660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287D4A1E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1D513F">
        <w:rPr>
          <w:rFonts w:ascii="Segoe Print" w:hAnsi="Segoe Print"/>
          <w:b/>
          <w:sz w:val="24"/>
        </w:rPr>
        <w:t>6</w:t>
      </w:r>
      <w:r w:rsidR="00950AD6">
        <w:rPr>
          <w:rFonts w:ascii="Segoe Print" w:hAnsi="Segoe Print"/>
          <w:b/>
          <w:sz w:val="24"/>
        </w:rPr>
        <w:t>.</w:t>
      </w:r>
      <w:r w:rsidR="00D83404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5E1A34AB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2E63733E" w14:textId="77777777" w:rsidR="00297892" w:rsidRDefault="00297892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567"/>
        <w:gridCol w:w="4961"/>
      </w:tblGrid>
      <w:tr w:rsidR="00D83404" w:rsidRPr="000A63AF" w14:paraId="6D23F2B4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5260C299" w14:textId="77777777" w:rsidR="00D83404" w:rsidRPr="00C240D5" w:rsidRDefault="00D83404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65165533" w14:textId="77777777" w:rsidR="00D83404" w:rsidRPr="00A1371A" w:rsidRDefault="00D83404" w:rsidP="00E35066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>The exchange rate for pounds to dollars is £1 = $1.4</w:t>
            </w:r>
          </w:p>
          <w:p w14:paraId="24CF7BC4" w14:textId="77777777" w:rsidR="00D83404" w:rsidRPr="00A1371A" w:rsidRDefault="00D83404" w:rsidP="00E35066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 xml:space="preserve">How much is </w:t>
            </w:r>
            <w:r>
              <w:rPr>
                <w:rFonts w:ascii="Century Gothic" w:hAnsi="Century Gothic" w:cs="Tahoma"/>
              </w:rPr>
              <w:t>$</w:t>
            </w:r>
            <w:r w:rsidRPr="00A1371A">
              <w:rPr>
                <w:rFonts w:ascii="Century Gothic" w:hAnsi="Century Gothic" w:cs="Tahoma"/>
              </w:rPr>
              <w:t xml:space="preserve">350 in </w:t>
            </w:r>
            <w:r>
              <w:rPr>
                <w:rFonts w:ascii="Century Gothic" w:hAnsi="Century Gothic" w:cs="Tahoma"/>
              </w:rPr>
              <w:t>pounds</w:t>
            </w:r>
            <w:r w:rsidRPr="00A1371A">
              <w:rPr>
                <w:rFonts w:ascii="Century Gothic" w:hAnsi="Century Gothic" w:cs="Tahoma"/>
              </w:rPr>
              <w:t>?</w:t>
            </w:r>
          </w:p>
          <w:p w14:paraId="46CBD9CE" w14:textId="77777777" w:rsidR="00D83404" w:rsidRPr="00A1371A" w:rsidRDefault="00D83404" w:rsidP="00E35066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56F983E" w14:textId="77777777" w:rsidR="00D83404" w:rsidRPr="00A1371A" w:rsidRDefault="00D83404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75304548" w14:textId="77777777" w:rsidR="00D83404" w:rsidRPr="00A1371A" w:rsidRDefault="00D83404" w:rsidP="00E35066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>Change the mixed number into an improper fraction:</w:t>
            </w:r>
          </w:p>
          <w:p w14:paraId="57DED54A" w14:textId="77777777" w:rsidR="00D83404" w:rsidRPr="00297892" w:rsidRDefault="00D83404" w:rsidP="00E35066">
            <w:pPr>
              <w:rPr>
                <w:rFonts w:ascii="Tahoma" w:hAnsi="Tahoma" w:cs="Tahoma"/>
                <w:sz w:val="28"/>
              </w:rPr>
            </w:pPr>
            <m:oMathPara>
              <m:oMath>
                <m:r>
                  <w:rPr>
                    <w:rFonts w:ascii="Cambria Math" w:hAnsi="Cambria Math" w:cs="Tahoma"/>
                    <w:sz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  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  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 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 xml:space="preserve"> </m:t>
                    </m:r>
                  </m:den>
                </m:f>
              </m:oMath>
            </m:oMathPara>
          </w:p>
          <w:p w14:paraId="1AA954B9" w14:textId="77777777" w:rsidR="00D83404" w:rsidRPr="00A1371A" w:rsidRDefault="00D83404" w:rsidP="00E35066">
            <w:pPr>
              <w:spacing w:before="120" w:after="0"/>
              <w:rPr>
                <w:rFonts w:ascii="Century Gothic" w:eastAsiaTheme="minorEastAsia" w:hAnsi="Century Gothic"/>
              </w:rPr>
            </w:pPr>
          </w:p>
        </w:tc>
      </w:tr>
      <w:tr w:rsidR="00D83404" w:rsidRPr="00C240D5" w14:paraId="64FCD6A1" w14:textId="77777777" w:rsidTr="00E35066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722D7C2" w14:textId="77777777" w:rsidR="00D83404" w:rsidRPr="00C240D5" w:rsidRDefault="00D83404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2EBBE466" w14:textId="77777777" w:rsidR="00D83404" w:rsidRPr="00A1371A" w:rsidRDefault="00D83404" w:rsidP="00E35066">
            <w:pPr>
              <w:spacing w:before="120"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 xml:space="preserve">A circle has a </w:t>
            </w:r>
            <w:r>
              <w:rPr>
                <w:rFonts w:ascii="Century Gothic" w:hAnsi="Century Gothic"/>
              </w:rPr>
              <w:t>diameter</w:t>
            </w:r>
            <w:r w:rsidRPr="00A1371A">
              <w:rPr>
                <w:rFonts w:ascii="Century Gothic" w:hAnsi="Century Gothic"/>
              </w:rPr>
              <w:t xml:space="preserve"> of 12cm.</w:t>
            </w:r>
          </w:p>
          <w:p w14:paraId="7935FC5C" w14:textId="77777777" w:rsidR="00D83404" w:rsidRPr="00A1371A" w:rsidRDefault="00D83404" w:rsidP="00E35066">
            <w:pPr>
              <w:spacing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443B551" wp14:editId="448FC7EE">
                      <wp:simplePos x="0" y="0"/>
                      <wp:positionH relativeFrom="column">
                        <wp:posOffset>1575941</wp:posOffset>
                      </wp:positionH>
                      <wp:positionV relativeFrom="paragraph">
                        <wp:posOffset>80444</wp:posOffset>
                      </wp:positionV>
                      <wp:extent cx="927181" cy="927181"/>
                      <wp:effectExtent l="12700" t="12700" r="12700" b="1270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181" cy="92718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5F2601" id="Oval 22" o:spid="_x0000_s1026" style="position:absolute;margin-left:124.1pt;margin-top:6.35pt;width:73pt;height:7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" filled="f" strokecolor="#243f60 [1604]" strokeweight="2pt"/>
                  </w:pict>
                </mc:Fallback>
              </mc:AlternateContent>
            </w:r>
            <w:r w:rsidRPr="00A1371A">
              <w:rPr>
                <w:rFonts w:ascii="Century Gothic" w:hAnsi="Century Gothic"/>
              </w:rPr>
              <w:t>Work out its area.</w:t>
            </w:r>
          </w:p>
          <w:p w14:paraId="271F576D" w14:textId="77777777" w:rsidR="00D83404" w:rsidRPr="00A1371A" w:rsidRDefault="00D83404" w:rsidP="00E35066">
            <w:pPr>
              <w:spacing w:before="120"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AF5D7B1" wp14:editId="24608029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92075</wp:posOffset>
                      </wp:positionV>
                      <wp:extent cx="581025" cy="314325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DB47DE" w14:textId="77777777" w:rsidR="00D83404" w:rsidRDefault="00D83404" w:rsidP="00D83404">
                                  <w:r>
                                    <w:t>12cm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5D7B1" id="Text Box 23" o:spid="_x0000_s1027" type="#_x0000_t202" style="position:absolute;margin-left:142.7pt;margin-top:7.25pt;width:45.75pt;height:24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" filled="f" stroked="f" strokeweight=".5pt">
                      <v:textbox>
                        <w:txbxContent>
                          <w:p w14:paraId="17DB47DE" w14:textId="77777777" w:rsidR="00D83404" w:rsidRDefault="00D83404" w:rsidP="00D83404">
                            <w:r>
                              <w:t>12cm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5217D16" wp14:editId="10C886D1">
                      <wp:simplePos x="0" y="0"/>
                      <wp:positionH relativeFrom="column">
                        <wp:posOffset>1577211</wp:posOffset>
                      </wp:positionH>
                      <wp:positionV relativeFrom="paragraph">
                        <wp:posOffset>335714</wp:posOffset>
                      </wp:positionV>
                      <wp:extent cx="925468" cy="0"/>
                      <wp:effectExtent l="0" t="0" r="14605" b="1270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254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B64C77" id="Straight Connector 24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2pt,26.45pt" to="197.05pt,2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7869A9C4" w14:textId="77777777" w:rsidR="00D83404" w:rsidRPr="00A1371A" w:rsidRDefault="00D83404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08A2B4C0" w14:textId="77777777" w:rsidR="00D83404" w:rsidRPr="00D83404" w:rsidRDefault="00D83404" w:rsidP="00E35066">
            <w:pPr>
              <w:spacing w:before="120" w:after="0"/>
              <w:rPr>
                <w:rFonts w:ascii="Century Gothic" w:hAnsi="Century Gothic"/>
              </w:rPr>
            </w:pPr>
            <w:r w:rsidRPr="00D83404">
              <w:rPr>
                <w:rFonts w:ascii="Century Gothic" w:hAnsi="Century Gothic" w:cs="Tahoma"/>
              </w:rPr>
              <w:t>Joe can choose between rounders, swimming and football for his morning session and art, music or technology for his afternoon session.  What are the different combinations he can choose?</w:t>
            </w:r>
          </w:p>
        </w:tc>
      </w:tr>
      <w:tr w:rsidR="00D83404" w:rsidRPr="00C240D5" w14:paraId="3CBD3894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2C2D71F" w14:textId="77777777" w:rsidR="00D83404" w:rsidRPr="00C240D5" w:rsidRDefault="00D83404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7C3AB0A" w14:textId="77777777" w:rsidR="00D83404" w:rsidRDefault="00D83404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8854BE4" w14:textId="77777777" w:rsidR="00D83404" w:rsidRPr="009F6C6A" w:rsidRDefault="00D83404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16608" behindDoc="0" locked="0" layoutInCell="1" allowOverlap="1" wp14:anchorId="77E8C0E3" wp14:editId="373CB0D0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540016</wp:posOffset>
                  </wp:positionV>
                  <wp:extent cx="572135" cy="401320"/>
                  <wp:effectExtent l="0" t="0" r="0" b="508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2E57E837" wp14:editId="7D7458D9">
                  <wp:extent cx="1104900" cy="736600"/>
                  <wp:effectExtent l="0" t="0" r="0" b="635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305BEF" w14:textId="77777777" w:rsidR="00D83404" w:rsidRDefault="00D83404" w:rsidP="00D83404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5584" behindDoc="0" locked="0" layoutInCell="1" allowOverlap="1" wp14:anchorId="738178FC" wp14:editId="490B5B00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7" name="Picture 2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4560" behindDoc="0" locked="0" layoutInCell="1" allowOverlap="1" wp14:anchorId="53AEE7CA" wp14:editId="77FF139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8" name="Picture 2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26.2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55995"/>
    <w:rsid w:val="000740DB"/>
    <w:rsid w:val="000A43CA"/>
    <w:rsid w:val="000A63AF"/>
    <w:rsid w:val="000E162B"/>
    <w:rsid w:val="00105331"/>
    <w:rsid w:val="00125C71"/>
    <w:rsid w:val="001826A9"/>
    <w:rsid w:val="001D513F"/>
    <w:rsid w:val="0020147F"/>
    <w:rsid w:val="00213C21"/>
    <w:rsid w:val="00242309"/>
    <w:rsid w:val="00247F0D"/>
    <w:rsid w:val="00247FD4"/>
    <w:rsid w:val="00297892"/>
    <w:rsid w:val="002A3B06"/>
    <w:rsid w:val="002B14A3"/>
    <w:rsid w:val="002C5377"/>
    <w:rsid w:val="002D5D86"/>
    <w:rsid w:val="00333535"/>
    <w:rsid w:val="00344FB5"/>
    <w:rsid w:val="00353B71"/>
    <w:rsid w:val="003F51D8"/>
    <w:rsid w:val="004008D8"/>
    <w:rsid w:val="0040116C"/>
    <w:rsid w:val="00493EE3"/>
    <w:rsid w:val="004A26C7"/>
    <w:rsid w:val="004F073D"/>
    <w:rsid w:val="0050136B"/>
    <w:rsid w:val="00505FC9"/>
    <w:rsid w:val="00523173"/>
    <w:rsid w:val="00525119"/>
    <w:rsid w:val="005D37DE"/>
    <w:rsid w:val="00611673"/>
    <w:rsid w:val="0064471D"/>
    <w:rsid w:val="00666CDC"/>
    <w:rsid w:val="0066773D"/>
    <w:rsid w:val="006E6A1A"/>
    <w:rsid w:val="0070003E"/>
    <w:rsid w:val="00705472"/>
    <w:rsid w:val="00734D85"/>
    <w:rsid w:val="00781190"/>
    <w:rsid w:val="007B4226"/>
    <w:rsid w:val="007E2C1A"/>
    <w:rsid w:val="0090117B"/>
    <w:rsid w:val="0090585D"/>
    <w:rsid w:val="00950AD6"/>
    <w:rsid w:val="0099142F"/>
    <w:rsid w:val="009A72D8"/>
    <w:rsid w:val="009F6C6A"/>
    <w:rsid w:val="00A1371A"/>
    <w:rsid w:val="00A5698F"/>
    <w:rsid w:val="00AD3C1A"/>
    <w:rsid w:val="00B40DC9"/>
    <w:rsid w:val="00BE7AC9"/>
    <w:rsid w:val="00BF0512"/>
    <w:rsid w:val="00C11472"/>
    <w:rsid w:val="00C240D5"/>
    <w:rsid w:val="00C41860"/>
    <w:rsid w:val="00C55B29"/>
    <w:rsid w:val="00C6765F"/>
    <w:rsid w:val="00D253BC"/>
    <w:rsid w:val="00D27DA8"/>
    <w:rsid w:val="00D51195"/>
    <w:rsid w:val="00D723BE"/>
    <w:rsid w:val="00D83404"/>
    <w:rsid w:val="00D974EA"/>
    <w:rsid w:val="00DB511B"/>
    <w:rsid w:val="00DC16B5"/>
    <w:rsid w:val="00DD6ED1"/>
    <w:rsid w:val="00DF5FFD"/>
    <w:rsid w:val="00E01F39"/>
    <w:rsid w:val="00E20822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BE2"/>
    <w:rsid w:val="00F5645E"/>
    <w:rsid w:val="00F8683A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cp:lastPrinted>2019-04-29T11:31:00Z</cp:lastPrinted>
  <dcterms:created xsi:type="dcterms:W3CDTF">2019-04-29T11:29:00Z</dcterms:created>
  <dcterms:modified xsi:type="dcterms:W3CDTF">2019-04-29T11:31:00Z</dcterms:modified>
</cp:coreProperties>
</file>